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BC1DDA" w:rsidRDefault="00612060" w:rsidP="00A67D5C">
      <w:pPr>
        <w:spacing w:after="360"/>
        <w:rPr>
          <w:sz w:val="12"/>
          <w:szCs w:val="12"/>
        </w:rPr>
      </w:pPr>
      <w:r w:rsidRPr="00BC1DDA">
        <w:rPr>
          <w:noProof/>
          <w:sz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BC1DDA">
        <w:rPr>
          <w:noProof/>
          <w:sz w:val="12"/>
        </w:rPr>
        <mc:AlternateContent>
          <mc:Choice Requires="wps">
            <w:drawing>
              <wp:anchor distT="0" distB="0" distL="114300" distR="114300" simplePos="0" relativeHeight="251658240" behindDoc="0" locked="1" layoutInCell="1" allowOverlap="1" wp14:anchorId="2434C79C" wp14:editId="56DF15EA">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5D983"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Bjv+tv88YBAPPG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BC1DDA" w:rsidRDefault="00A650EA" w:rsidP="00797F40">
      <w:pPr>
        <w:pStyle w:val="RTDocType"/>
      </w:pPr>
      <w:r w:rsidRPr="00BC1DDA">
        <w:t>Pressemitteilung</w:t>
      </w:r>
    </w:p>
    <w:p w14:paraId="10C7654A" w14:textId="4EC6460B" w:rsidR="00797F40" w:rsidRPr="00BC1DDA" w:rsidRDefault="008A74D5" w:rsidP="00797F40">
      <w:pPr>
        <w:pStyle w:val="RTDate"/>
      </w:pPr>
      <w:r>
        <w:t>OKTOBER</w:t>
      </w:r>
      <w:r w:rsidR="000E0D9A" w:rsidRPr="00BC1DDA">
        <w:t xml:space="preserve"> 2024</w:t>
      </w:r>
    </w:p>
    <w:p w14:paraId="28D2A163" w14:textId="77777777" w:rsidR="00EC5F81" w:rsidRPr="00BC1DDA" w:rsidRDefault="00EC5F81" w:rsidP="00EC5F81">
      <w:pPr>
        <w:spacing w:line="276" w:lineRule="auto"/>
        <w:rPr>
          <w:b/>
          <w:bCs/>
          <w:sz w:val="56"/>
          <w:szCs w:val="56"/>
        </w:rPr>
      </w:pPr>
    </w:p>
    <w:p w14:paraId="1D051DAD" w14:textId="5F48152D" w:rsidR="00A304B5" w:rsidRPr="00BC1DDA" w:rsidRDefault="00733B2E" w:rsidP="009975DD">
      <w:pPr>
        <w:rPr>
          <w:b/>
          <w:bCs/>
          <w:sz w:val="22"/>
          <w:szCs w:val="22"/>
        </w:rPr>
      </w:pPr>
      <w:r w:rsidRPr="00BC1DDA">
        <w:rPr>
          <w:b/>
          <w:sz w:val="56"/>
        </w:rPr>
        <w:t>Renault Trucks feiert das 60-jährige Bestehen seines Werks in Bourg-en-Bresse</w:t>
      </w:r>
      <w:r w:rsidRPr="00BC1DDA">
        <w:rPr>
          <w:b/>
          <w:sz w:val="56"/>
        </w:rPr>
        <w:br/>
      </w:r>
    </w:p>
    <w:p w14:paraId="68504173" w14:textId="77777777" w:rsidR="00A304B5" w:rsidRPr="00BC1DDA" w:rsidRDefault="00A304B5" w:rsidP="004268A2">
      <w:pPr>
        <w:spacing w:line="276" w:lineRule="auto"/>
        <w:rPr>
          <w:b/>
          <w:bCs/>
          <w:sz w:val="22"/>
          <w:szCs w:val="22"/>
        </w:rPr>
      </w:pPr>
    </w:p>
    <w:p w14:paraId="62056C0A" w14:textId="198BE874" w:rsidR="00E72137" w:rsidRPr="00BC1DDA" w:rsidRDefault="00E72137" w:rsidP="00E72137">
      <w:pPr>
        <w:spacing w:line="276" w:lineRule="auto"/>
        <w:rPr>
          <w:b/>
          <w:bCs/>
          <w:sz w:val="22"/>
          <w:szCs w:val="22"/>
        </w:rPr>
      </w:pPr>
      <w:r w:rsidRPr="00BC1DDA">
        <w:rPr>
          <w:b/>
          <w:sz w:val="22"/>
        </w:rPr>
        <w:t>Das Renault Trucks-Montagewerk für Lkw in Bourg-en-Bresse ist seit seiner Eröffnung im Jahr 1964 mit Stolz in der Region Rhône-Alpes Auvergne verwurzelt und feiert in diesem Jahr seine seit 60 Jahren andauernde industrielle Spitzenleistung. Diese hochmoderne Produktionsstätte stellt seit Ende 2023 auch Elektro-Lkw her. Anlässlich dieses Jubiläums veranstaltet das Werk einen Tag der offenen Tür.</w:t>
      </w:r>
    </w:p>
    <w:p w14:paraId="050E98EC" w14:textId="77777777" w:rsidR="00E72137" w:rsidRPr="00BC1DDA" w:rsidRDefault="00E72137" w:rsidP="00E72137">
      <w:pPr>
        <w:spacing w:line="276" w:lineRule="auto"/>
        <w:rPr>
          <w:sz w:val="22"/>
          <w:szCs w:val="22"/>
        </w:rPr>
      </w:pPr>
    </w:p>
    <w:p w14:paraId="7FC2BA8B" w14:textId="39E5CE95" w:rsidR="00BA164B" w:rsidRPr="00BC1DDA" w:rsidRDefault="00BE7E2C" w:rsidP="005544F4">
      <w:pPr>
        <w:spacing w:line="276" w:lineRule="auto"/>
        <w:rPr>
          <w:sz w:val="22"/>
          <w:szCs w:val="22"/>
        </w:rPr>
      </w:pPr>
      <w:r w:rsidRPr="00BC1DDA">
        <w:rPr>
          <w:sz w:val="22"/>
        </w:rPr>
        <w:t xml:space="preserve">Das 1964 von Paul Berliet eingeweihte Renault Trucks-Werk in Bourg-en-Bresse ist auf die Herstellung von Lkw für den Fernverkehr und das Baugewerbe spezialisiert. Der seit 2001 zur Volvo-Gruppe gehörende Standort ist mit nahezu 2 000 Mitarbeitern der größte private Arbeitgeber in diesem Ballungsgebiet. </w:t>
      </w:r>
    </w:p>
    <w:p w14:paraId="3538783F" w14:textId="77777777" w:rsidR="00BA164B" w:rsidRPr="00BC1DDA" w:rsidRDefault="00BA164B" w:rsidP="005544F4">
      <w:pPr>
        <w:spacing w:line="276" w:lineRule="auto"/>
        <w:rPr>
          <w:sz w:val="22"/>
          <w:szCs w:val="22"/>
        </w:rPr>
      </w:pPr>
    </w:p>
    <w:p w14:paraId="022B96C7" w14:textId="6CDD32E5" w:rsidR="00B31CAE" w:rsidRPr="00BC1DDA" w:rsidRDefault="00F112FB" w:rsidP="00F112FB">
      <w:pPr>
        <w:pStyle w:val="ListParagraph"/>
        <w:numPr>
          <w:ilvl w:val="0"/>
          <w:numId w:val="22"/>
        </w:numPr>
        <w:spacing w:line="276" w:lineRule="auto"/>
        <w:rPr>
          <w:b/>
          <w:bCs/>
          <w:sz w:val="22"/>
          <w:szCs w:val="22"/>
        </w:rPr>
      </w:pPr>
      <w:r w:rsidRPr="00BC1DDA">
        <w:rPr>
          <w:b/>
          <w:sz w:val="22"/>
        </w:rPr>
        <w:t>Symbolträchtige Modelle und Innovationen</w:t>
      </w:r>
    </w:p>
    <w:p w14:paraId="3AD1CF27" w14:textId="77777777" w:rsidR="00B31CAE" w:rsidRPr="00BC1DDA" w:rsidRDefault="00B31CAE" w:rsidP="005544F4">
      <w:pPr>
        <w:spacing w:line="276" w:lineRule="auto"/>
        <w:rPr>
          <w:sz w:val="22"/>
          <w:szCs w:val="22"/>
          <w:lang w:val="fr-FR"/>
        </w:rPr>
      </w:pPr>
    </w:p>
    <w:p w14:paraId="5BFF1AB6" w14:textId="3122440B" w:rsidR="00EA642A" w:rsidRPr="00BC1DDA" w:rsidRDefault="00F54CCE" w:rsidP="005544F4">
      <w:pPr>
        <w:spacing w:line="276" w:lineRule="auto"/>
        <w:rPr>
          <w:sz w:val="22"/>
          <w:szCs w:val="22"/>
        </w:rPr>
      </w:pPr>
      <w:r w:rsidRPr="00BC1DDA">
        <w:rPr>
          <w:sz w:val="22"/>
        </w:rPr>
        <w:t>Das Werk in Bourg-en-Bresse hat bisher knapp eine Million Lkw hergestellt. Zu den Aushängeschildern gehört der Renault Magnum, von dem zwischen 1990 und 2013 130 000 Exemplare montiert wurden. Seit 2013 werden im Werk die Renault Trucks-Modelle T (Fernverkehr), C (Baugewerbe) und K (schwerer Bauverkehr) hergestellt.</w:t>
      </w:r>
    </w:p>
    <w:p w14:paraId="71B0F6FF" w14:textId="77777777" w:rsidR="00EA642A" w:rsidRPr="00BC1DDA" w:rsidRDefault="00EA642A" w:rsidP="005544F4">
      <w:pPr>
        <w:spacing w:line="276" w:lineRule="auto"/>
        <w:rPr>
          <w:sz w:val="22"/>
          <w:szCs w:val="22"/>
        </w:rPr>
      </w:pPr>
    </w:p>
    <w:p w14:paraId="3730F4DB" w14:textId="0BF0D2C9" w:rsidR="00EA642A" w:rsidRPr="00BC1DDA" w:rsidRDefault="00F04613" w:rsidP="005544F4">
      <w:pPr>
        <w:spacing w:line="276" w:lineRule="auto"/>
        <w:rPr>
          <w:sz w:val="22"/>
          <w:szCs w:val="22"/>
        </w:rPr>
      </w:pPr>
      <w:r w:rsidRPr="00BC1DDA">
        <w:rPr>
          <w:sz w:val="22"/>
        </w:rPr>
        <w:t>Als Vorreiter im Bereich der Kreislaufwirtschaft verfügt der Industriestandort Bourg-en-Bresse über eine auf die Umwandlung von gebrauchten Lkw spezialisierte Einrichtung: die Used Trucks Factory. Hier werden zum Beispiel Zugmaschinen für den Fernverkehr nach strengen industriellen Vorgaben zu Lkw oder Lastwagen für das Baugewerbe umgebaut.</w:t>
      </w:r>
    </w:p>
    <w:p w14:paraId="79CA1E3E" w14:textId="77777777" w:rsidR="00EA642A" w:rsidRPr="00BC1DDA" w:rsidRDefault="00EA642A" w:rsidP="005544F4">
      <w:pPr>
        <w:spacing w:line="276" w:lineRule="auto"/>
        <w:rPr>
          <w:sz w:val="22"/>
          <w:szCs w:val="22"/>
        </w:rPr>
      </w:pPr>
    </w:p>
    <w:p w14:paraId="62DEBD29" w14:textId="430DAE47" w:rsidR="00784974" w:rsidRPr="00BC1DDA" w:rsidRDefault="00B85B1D" w:rsidP="005544F4">
      <w:pPr>
        <w:spacing w:line="276" w:lineRule="auto"/>
        <w:rPr>
          <w:sz w:val="22"/>
          <w:szCs w:val="22"/>
        </w:rPr>
      </w:pPr>
      <w:r w:rsidRPr="00BC1DDA">
        <w:rPr>
          <w:sz w:val="22"/>
        </w:rPr>
        <w:lastRenderedPageBreak/>
        <w:t>Das Werk befindet sich in einem kontinuierlichen Umwandlungsprozess, um den technologischen Entwicklungen und den Herausforderungen der Transportbranche gerecht zu werden. In diesem Zusammenhang hat es Ende 2023 einen Meilenstein gesetzt: den Start der Serienproduktion der Renault Trucks E-Tech T (für den Regionalverkehr) und E-Tech C (für das Baugewerbe), bei denen es sich um die neuesten Versionen der vollelektrischen Modelle des Herstellers handelt.</w:t>
      </w:r>
    </w:p>
    <w:p w14:paraId="7F48D808" w14:textId="77777777" w:rsidR="00784974" w:rsidRPr="00BC1DDA" w:rsidRDefault="00784974" w:rsidP="005544F4">
      <w:pPr>
        <w:spacing w:line="276" w:lineRule="auto"/>
        <w:rPr>
          <w:sz w:val="22"/>
          <w:szCs w:val="22"/>
        </w:rPr>
      </w:pPr>
    </w:p>
    <w:p w14:paraId="091A7006" w14:textId="7FC108BF" w:rsidR="001A4BDB" w:rsidRPr="00BC1DDA" w:rsidRDefault="00946EA0" w:rsidP="00147DE8">
      <w:pPr>
        <w:pStyle w:val="ListParagraph"/>
        <w:numPr>
          <w:ilvl w:val="0"/>
          <w:numId w:val="23"/>
        </w:numPr>
        <w:spacing w:line="276" w:lineRule="auto"/>
        <w:rPr>
          <w:b/>
          <w:bCs/>
          <w:sz w:val="22"/>
          <w:szCs w:val="22"/>
        </w:rPr>
      </w:pPr>
      <w:r w:rsidRPr="00BC1DDA">
        <w:rPr>
          <w:b/>
          <w:sz w:val="22"/>
        </w:rPr>
        <w:t>Beispiellose Führungen für die breite Öffentlichkeit</w:t>
      </w:r>
    </w:p>
    <w:p w14:paraId="4B888475" w14:textId="77777777" w:rsidR="001A4BDB" w:rsidRPr="00BC1DDA" w:rsidRDefault="001A4BDB" w:rsidP="000E0D9A">
      <w:pPr>
        <w:spacing w:line="276" w:lineRule="auto"/>
        <w:rPr>
          <w:sz w:val="22"/>
          <w:szCs w:val="22"/>
        </w:rPr>
      </w:pPr>
    </w:p>
    <w:p w14:paraId="11433282" w14:textId="1B1210D8" w:rsidR="005D4B80" w:rsidRPr="00BC1DDA" w:rsidRDefault="005D4B80" w:rsidP="000E0D9A">
      <w:pPr>
        <w:spacing w:line="276" w:lineRule="auto"/>
        <w:rPr>
          <w:sz w:val="22"/>
          <w:szCs w:val="22"/>
        </w:rPr>
      </w:pPr>
      <w:r w:rsidRPr="00BC1DDA">
        <w:rPr>
          <w:sz w:val="22"/>
        </w:rPr>
        <w:t>Anlässlich dieses Jubiläums bieten Renault Trucks und das Tourismusbüro Bourg-en-Bresse der Öffentlichkeit völlig neue Führungen über das 120 Hektar große Gelände an. Dies ist eine einmalige Gelegenheit, in sechs Jahrzehnte industrieller Höchstleistung und Expertise einzutauchen.</w:t>
      </w:r>
    </w:p>
    <w:p w14:paraId="65C63772" w14:textId="77777777" w:rsidR="0066408D" w:rsidRPr="00BC1DDA" w:rsidRDefault="0066408D" w:rsidP="000E0D9A">
      <w:pPr>
        <w:spacing w:line="276" w:lineRule="auto"/>
        <w:rPr>
          <w:b/>
          <w:bCs/>
          <w:sz w:val="22"/>
          <w:szCs w:val="22"/>
          <w:highlight w:val="yellow"/>
        </w:rPr>
      </w:pPr>
    </w:p>
    <w:p w14:paraId="297DD5B8" w14:textId="1EAF57F9" w:rsidR="00B912ED" w:rsidRPr="00BC1DDA" w:rsidRDefault="0066408D" w:rsidP="000E0D9A">
      <w:pPr>
        <w:spacing w:line="276" w:lineRule="auto"/>
        <w:rPr>
          <w:sz w:val="22"/>
          <w:szCs w:val="22"/>
        </w:rPr>
      </w:pPr>
      <w:r w:rsidRPr="00BC1DDA">
        <w:t xml:space="preserve">Reservierungen beim </w:t>
      </w:r>
      <w:hyperlink r:id="rId10" w:history="1">
        <w:r w:rsidRPr="00BC1DDA">
          <w:rPr>
            <w:rStyle w:val="Hyperlink"/>
            <w:sz w:val="22"/>
          </w:rPr>
          <w:t>Tourismusbüro Bourg-en-Bresse</w:t>
        </w:r>
      </w:hyperlink>
      <w:r w:rsidRPr="00BC1DDA">
        <w:t>.</w:t>
      </w:r>
    </w:p>
    <w:p w14:paraId="15503977" w14:textId="520ED0AE" w:rsidR="0000707F" w:rsidRPr="00BC1DDA" w:rsidRDefault="00672D39" w:rsidP="000E0D9A">
      <w:pPr>
        <w:spacing w:line="276" w:lineRule="auto"/>
        <w:rPr>
          <w:sz w:val="22"/>
          <w:szCs w:val="22"/>
        </w:rPr>
      </w:pPr>
      <w:r w:rsidRPr="00BC1DDA">
        <w:rPr>
          <w:sz w:val="22"/>
        </w:rPr>
        <w:t xml:space="preserve">Führungen bis zum Jahresende jeweils am Montag und Freitag. </w:t>
      </w:r>
    </w:p>
    <w:p w14:paraId="2B44214D" w14:textId="77777777" w:rsidR="0000707F" w:rsidRDefault="0000707F" w:rsidP="000E0D9A">
      <w:pPr>
        <w:spacing w:line="276" w:lineRule="auto"/>
        <w:rPr>
          <w:sz w:val="22"/>
          <w:szCs w:val="22"/>
        </w:rPr>
      </w:pPr>
    </w:p>
    <w:p w14:paraId="207CB11F" w14:textId="77777777" w:rsidR="008A74D5" w:rsidRDefault="008A74D5" w:rsidP="000E0D9A">
      <w:pPr>
        <w:spacing w:line="276" w:lineRule="auto"/>
        <w:rPr>
          <w:sz w:val="22"/>
          <w:szCs w:val="22"/>
        </w:rPr>
      </w:pPr>
    </w:p>
    <w:p w14:paraId="41517637" w14:textId="77777777" w:rsidR="008A74D5" w:rsidRPr="00BC1DDA" w:rsidRDefault="008A74D5" w:rsidP="000E0D9A">
      <w:pPr>
        <w:spacing w:line="276" w:lineRule="auto"/>
        <w:rPr>
          <w:sz w:val="22"/>
          <w:szCs w:val="22"/>
        </w:rPr>
      </w:pPr>
    </w:p>
    <w:p w14:paraId="6AFFA0DD" w14:textId="77777777" w:rsidR="00520551" w:rsidRPr="00BC1DDA" w:rsidRDefault="00520551" w:rsidP="000E0D9A">
      <w:pPr>
        <w:spacing w:line="276" w:lineRule="auto"/>
        <w:rPr>
          <w:sz w:val="22"/>
          <w:szCs w:val="22"/>
        </w:rPr>
      </w:pPr>
    </w:p>
    <w:p w14:paraId="72CE948E" w14:textId="77777777" w:rsidR="008A74D5" w:rsidRPr="005738AE" w:rsidRDefault="008A74D5" w:rsidP="008A74D5">
      <w:pPr>
        <w:rPr>
          <w:b/>
          <w:bCs/>
          <w:i/>
          <w:iCs/>
          <w:sz w:val="18"/>
          <w:szCs w:val="18"/>
        </w:rPr>
      </w:pPr>
      <w:r w:rsidRPr="005738AE">
        <w:rPr>
          <w:b/>
          <w:bCs/>
          <w:i/>
          <w:iCs/>
          <w:sz w:val="18"/>
          <w:szCs w:val="18"/>
        </w:rPr>
        <w:t xml:space="preserve">Über Renault Trucks </w:t>
      </w:r>
    </w:p>
    <w:p w14:paraId="7A2611EE" w14:textId="77777777" w:rsidR="008A74D5" w:rsidRPr="005738AE" w:rsidRDefault="008A74D5" w:rsidP="008A74D5">
      <w:pPr>
        <w:rPr>
          <w:sz w:val="18"/>
          <w:szCs w:val="18"/>
        </w:rPr>
      </w:pPr>
      <w:r>
        <w:rPr>
          <w:sz w:val="18"/>
          <w:szCs w:val="18"/>
        </w:rPr>
        <w:br/>
      </w:r>
      <w:r w:rsidRPr="005738AE">
        <w:rPr>
          <w:sz w:val="18"/>
          <w:szCs w:val="18"/>
        </w:rPr>
        <w:t xml:space="preserve">Der französische Lkw-Hersteller Renault Trucks stellt Transportprofis seit 1894 Lösungen für nachhaltige Mobilität zur Verfügung - vom leichten Nutzfahrzeug bis hin zur Sattelzugmaschine. Renault Trucks engagiert sich im Bereich Energiewende und stellt Fahrzeuge mit kontrolliertem Kraftstoffverbrauch sowie eine komplette Palette von 100%igen Elektro-Lkw her. Das angewandte Kreislaufkonzept ermöglicht hierbei eine verlängerte Betriebsdauer. </w:t>
      </w:r>
      <w:r>
        <w:rPr>
          <w:sz w:val="18"/>
          <w:szCs w:val="18"/>
        </w:rPr>
        <w:br/>
      </w:r>
    </w:p>
    <w:p w14:paraId="218ACB87" w14:textId="77777777" w:rsidR="008A74D5" w:rsidRPr="005738AE" w:rsidRDefault="008A74D5" w:rsidP="008A74D5">
      <w:pPr>
        <w:rPr>
          <w:sz w:val="18"/>
          <w:szCs w:val="18"/>
        </w:rPr>
      </w:pPr>
      <w:r w:rsidRPr="005738AE">
        <w:rPr>
          <w:sz w:val="18"/>
          <w:szCs w:val="18"/>
        </w:rPr>
        <w:t xml:space="preserve">Renault Trucks ist Teil der Volvo-Gruppe, einem der weltweit wichtigsten Hersteller von Lkw, Reise- und Autobussen, Baumaschinen sowie Industrie- und Schiffsmotoren. Die Gruppe bietet auch komplette Finanzierungs- und Servicelösungen an. </w:t>
      </w:r>
    </w:p>
    <w:p w14:paraId="64AEBB74" w14:textId="77777777" w:rsidR="008A74D5" w:rsidRPr="005738AE" w:rsidRDefault="008A74D5" w:rsidP="008A74D5">
      <w:pPr>
        <w:rPr>
          <w:rFonts w:ascii="Arial" w:hAnsi="Arial" w:cs="Arial"/>
          <w:sz w:val="18"/>
          <w:szCs w:val="18"/>
        </w:rPr>
      </w:pPr>
    </w:p>
    <w:p w14:paraId="1E5A40F0" w14:textId="77777777" w:rsidR="008A74D5" w:rsidRPr="005738AE" w:rsidRDefault="008A74D5" w:rsidP="008A74D5">
      <w:pPr>
        <w:rPr>
          <w:rFonts w:ascii="Arial" w:hAnsi="Arial" w:cs="Arial"/>
          <w:b/>
          <w:bCs/>
          <w:i/>
          <w:iCs/>
          <w:sz w:val="18"/>
          <w:szCs w:val="18"/>
        </w:rPr>
      </w:pPr>
      <w:r w:rsidRPr="005738AE">
        <w:rPr>
          <w:rFonts w:ascii="Arial" w:hAnsi="Arial" w:cs="Arial"/>
          <w:b/>
          <w:bCs/>
          <w:i/>
          <w:iCs/>
          <w:sz w:val="18"/>
          <w:szCs w:val="18"/>
        </w:rPr>
        <w:t>Wichtige Kennzahlen:</w:t>
      </w:r>
    </w:p>
    <w:p w14:paraId="0779EAF7" w14:textId="77777777" w:rsidR="008A74D5" w:rsidRPr="005738AE" w:rsidRDefault="008A74D5" w:rsidP="008A74D5">
      <w:pPr>
        <w:rPr>
          <w:rFonts w:ascii="Arial" w:hAnsi="Arial" w:cs="Arial"/>
          <w:i/>
          <w:iCs/>
          <w:sz w:val="18"/>
          <w:szCs w:val="18"/>
        </w:rPr>
      </w:pPr>
      <w:r w:rsidRPr="005738AE">
        <w:rPr>
          <w:rFonts w:ascii="Arial" w:hAnsi="Arial" w:cs="Arial"/>
          <w:i/>
          <w:iCs/>
          <w:sz w:val="18"/>
          <w:szCs w:val="18"/>
        </w:rPr>
        <w:t>9 4</w:t>
      </w:r>
      <w:r>
        <w:rPr>
          <w:rFonts w:ascii="Arial" w:hAnsi="Arial" w:cs="Arial"/>
          <w:i/>
          <w:iCs/>
          <w:sz w:val="18"/>
          <w:szCs w:val="18"/>
        </w:rPr>
        <w:t>0</w:t>
      </w:r>
      <w:r w:rsidRPr="005738AE">
        <w:rPr>
          <w:rFonts w:ascii="Arial" w:hAnsi="Arial" w:cs="Arial"/>
          <w:i/>
          <w:iCs/>
          <w:sz w:val="18"/>
          <w:szCs w:val="18"/>
        </w:rPr>
        <w:t>0 Beschäftigte weltweit</w:t>
      </w:r>
    </w:p>
    <w:p w14:paraId="6B37CCE9" w14:textId="77777777" w:rsidR="008A74D5" w:rsidRPr="005738AE" w:rsidRDefault="008A74D5" w:rsidP="008A74D5">
      <w:pPr>
        <w:rPr>
          <w:rFonts w:ascii="Arial" w:hAnsi="Arial" w:cs="Arial"/>
          <w:i/>
          <w:iCs/>
          <w:sz w:val="18"/>
          <w:szCs w:val="18"/>
        </w:rPr>
      </w:pPr>
      <w:r w:rsidRPr="005738AE">
        <w:rPr>
          <w:rFonts w:ascii="Arial" w:hAnsi="Arial" w:cs="Arial"/>
          <w:i/>
          <w:iCs/>
          <w:sz w:val="18"/>
          <w:szCs w:val="18"/>
        </w:rPr>
        <w:t>4 Produktionsstandorte in Frankreich</w:t>
      </w:r>
    </w:p>
    <w:p w14:paraId="56BCF5E9" w14:textId="77777777" w:rsidR="008A74D5" w:rsidRPr="005738AE" w:rsidRDefault="008A74D5" w:rsidP="008A74D5">
      <w:pPr>
        <w:rPr>
          <w:rFonts w:ascii="Arial" w:hAnsi="Arial" w:cs="Arial"/>
          <w:i/>
          <w:iCs/>
          <w:sz w:val="18"/>
          <w:szCs w:val="18"/>
        </w:rPr>
      </w:pPr>
      <w:r w:rsidRPr="005738AE">
        <w:rPr>
          <w:rFonts w:ascii="Arial" w:hAnsi="Arial" w:cs="Arial"/>
          <w:i/>
          <w:iCs/>
          <w:sz w:val="18"/>
          <w:szCs w:val="18"/>
        </w:rPr>
        <w:t>1 </w:t>
      </w:r>
      <w:r>
        <w:rPr>
          <w:rFonts w:ascii="Arial" w:hAnsi="Arial" w:cs="Arial"/>
          <w:i/>
          <w:iCs/>
          <w:sz w:val="18"/>
          <w:szCs w:val="18"/>
        </w:rPr>
        <w:t>5</w:t>
      </w:r>
      <w:r w:rsidRPr="005738AE">
        <w:rPr>
          <w:rFonts w:ascii="Arial" w:hAnsi="Arial" w:cs="Arial"/>
          <w:i/>
          <w:iCs/>
          <w:sz w:val="18"/>
          <w:szCs w:val="18"/>
        </w:rPr>
        <w:t xml:space="preserve">00 Verkaufs- und Servicestellen weltweit </w:t>
      </w:r>
    </w:p>
    <w:p w14:paraId="2A32E1CF" w14:textId="77777777" w:rsidR="008A74D5" w:rsidRPr="005738AE" w:rsidRDefault="008A74D5" w:rsidP="008A74D5">
      <w:pPr>
        <w:rPr>
          <w:rFonts w:ascii="Arial" w:hAnsi="Arial" w:cs="Arial"/>
          <w:i/>
          <w:iCs/>
          <w:sz w:val="18"/>
          <w:szCs w:val="18"/>
          <w:lang w:val="en-US"/>
        </w:rPr>
      </w:pPr>
      <w:r>
        <w:rPr>
          <w:rFonts w:ascii="Arial" w:hAnsi="Arial" w:cs="Arial"/>
          <w:i/>
          <w:iCs/>
          <w:sz w:val="18"/>
          <w:szCs w:val="18"/>
        </w:rPr>
        <w:t>70</w:t>
      </w:r>
      <w:r w:rsidRPr="005738AE">
        <w:rPr>
          <w:rFonts w:ascii="Arial" w:hAnsi="Arial" w:cs="Arial"/>
          <w:i/>
          <w:iCs/>
          <w:sz w:val="18"/>
          <w:szCs w:val="18"/>
        </w:rPr>
        <w:t> 000 verkaufte Fahrzeuge im Jahre 202</w:t>
      </w:r>
      <w:r>
        <w:rPr>
          <w:rFonts w:ascii="Arial" w:hAnsi="Arial" w:cs="Arial"/>
          <w:i/>
          <w:iCs/>
          <w:sz w:val="18"/>
          <w:szCs w:val="18"/>
        </w:rPr>
        <w:t>3</w:t>
      </w:r>
    </w:p>
    <w:p w14:paraId="660E9B10" w14:textId="78E11411" w:rsidR="00B16A44" w:rsidRPr="00BC1DDA"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BC1DDA" w14:paraId="66B1904C" w14:textId="77777777" w:rsidTr="003D71E4">
        <w:tc>
          <w:tcPr>
            <w:tcW w:w="4678" w:type="dxa"/>
          </w:tcPr>
          <w:p w14:paraId="165E440B" w14:textId="77777777" w:rsidR="004268A2" w:rsidRPr="00BC1DDA" w:rsidRDefault="004268A2" w:rsidP="003D71E4">
            <w:pPr>
              <w:rPr>
                <w:b/>
                <w:bCs/>
                <w:color w:val="E3021B" w:themeColor="text2"/>
              </w:rPr>
            </w:pPr>
            <w:r w:rsidRPr="00BC1DDA">
              <w:rPr>
                <w:b/>
                <w:color w:val="E3021B" w:themeColor="text2"/>
              </w:rPr>
              <w:t>Für weitere Informationen:</w:t>
            </w:r>
          </w:p>
          <w:p w14:paraId="39651796" w14:textId="77777777" w:rsidR="004268A2" w:rsidRPr="00BC1DDA" w:rsidRDefault="004268A2" w:rsidP="003D71E4">
            <w:pPr>
              <w:rPr>
                <w:b/>
                <w:bCs/>
                <w:color w:val="E3021B" w:themeColor="text2"/>
              </w:rPr>
            </w:pPr>
            <w:r w:rsidRPr="00BC1DDA">
              <w:rPr>
                <w:b/>
                <w:color w:val="E3021B" w:themeColor="text2"/>
              </w:rPr>
              <w:t xml:space="preserve"> </w:t>
            </w:r>
          </w:p>
        </w:tc>
        <w:tc>
          <w:tcPr>
            <w:tcW w:w="3815" w:type="dxa"/>
          </w:tcPr>
          <w:p w14:paraId="7646BB2B" w14:textId="77777777" w:rsidR="004268A2" w:rsidRPr="00BC1DDA" w:rsidRDefault="004268A2" w:rsidP="003D71E4">
            <w:pPr>
              <w:rPr>
                <w:b/>
                <w:bCs/>
                <w:color w:val="494949" w:themeColor="accent4"/>
                <w:lang w:val="en-US"/>
              </w:rPr>
            </w:pPr>
            <w:r w:rsidRPr="00BC1DDA">
              <w:rPr>
                <w:b/>
                <w:color w:val="494949" w:themeColor="accent4"/>
                <w:lang w:val="en-US"/>
              </w:rPr>
              <w:t>Séveryne Molard</w:t>
            </w:r>
          </w:p>
          <w:p w14:paraId="12874D1F" w14:textId="77777777" w:rsidR="004268A2" w:rsidRPr="00BC1DDA" w:rsidRDefault="004268A2" w:rsidP="003D71E4">
            <w:pPr>
              <w:rPr>
                <w:color w:val="494949" w:themeColor="accent4"/>
                <w:lang w:val="en-US"/>
              </w:rPr>
            </w:pPr>
            <w:r w:rsidRPr="00BC1DDA">
              <w:rPr>
                <w:color w:val="494949" w:themeColor="accent4"/>
                <w:lang w:val="en-US"/>
              </w:rPr>
              <w:t>Tel. +33 (0)4 81 93 09 52</w:t>
            </w:r>
          </w:p>
          <w:p w14:paraId="6BA65256" w14:textId="5DD09BB1" w:rsidR="004268A2" w:rsidRPr="00BC1DDA" w:rsidRDefault="008A74D5" w:rsidP="003D71E4">
            <w:pPr>
              <w:rPr>
                <w:color w:val="494949" w:themeColor="accent4"/>
                <w:lang w:val="en-US"/>
              </w:rPr>
            </w:pPr>
            <w:hyperlink r:id="rId11" w:history="1">
              <w:r w:rsidR="004268A2" w:rsidRPr="00BC1DDA">
                <w:rPr>
                  <w:rStyle w:val="Hyperlink"/>
                  <w:color w:val="494949" w:themeColor="accent4"/>
                  <w:lang w:val="en-US"/>
                </w:rPr>
                <w:t>severyne.molard@renault-trucks.com</w:t>
              </w:r>
            </w:hyperlink>
            <w:r w:rsidR="004268A2" w:rsidRPr="00BC1DDA">
              <w:rPr>
                <w:color w:val="494949" w:themeColor="accent4"/>
                <w:lang w:val="en-US"/>
              </w:rPr>
              <w:t xml:space="preserve"> </w:t>
            </w:r>
          </w:p>
        </w:tc>
      </w:tr>
    </w:tbl>
    <w:p w14:paraId="4C15D841" w14:textId="77777777" w:rsidR="00FB0FB4" w:rsidRPr="00BC1DDA" w:rsidRDefault="00FB0FB4" w:rsidP="00215BC6">
      <w:pPr>
        <w:spacing w:line="276" w:lineRule="auto"/>
        <w:rPr>
          <w:sz w:val="22"/>
          <w:szCs w:val="22"/>
          <w:lang w:val="en-US"/>
        </w:rPr>
      </w:pPr>
    </w:p>
    <w:sectPr w:rsidR="00FB0FB4" w:rsidRPr="00BC1DDA"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A5A21" w14:textId="77777777" w:rsidR="00AB58CB" w:rsidRDefault="00AB58CB" w:rsidP="00D41A34">
      <w:r>
        <w:separator/>
      </w:r>
    </w:p>
  </w:endnote>
  <w:endnote w:type="continuationSeparator" w:id="0">
    <w:p w14:paraId="5843431B" w14:textId="77777777" w:rsidR="00AB58CB" w:rsidRDefault="00AB58CB" w:rsidP="00D41A34">
      <w:r>
        <w:continuationSeparator/>
      </w:r>
    </w:p>
  </w:endnote>
  <w:endnote w:type="continuationNotice" w:id="1">
    <w:p w14:paraId="65FA8D8D" w14:textId="77777777" w:rsidR="00AB58CB" w:rsidRDefault="00AB5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782A8E5"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8A74D5">
      <w:rPr>
        <w:noProof/>
      </w:rPr>
      <w:instrText>2</w:instrText>
    </w:r>
    <w:r>
      <w:fldChar w:fldCharType="end"/>
    </w:r>
    <w:r>
      <w:instrText xml:space="preserve"> = </w:instrText>
    </w:r>
    <w:r>
      <w:fldChar w:fldCharType="begin"/>
    </w:r>
    <w:r>
      <w:instrText xml:space="preserve"> NUMPAGES </w:instrText>
    </w:r>
    <w:r>
      <w:fldChar w:fldCharType="separate"/>
    </w:r>
    <w:r w:rsidR="008A74D5">
      <w:rPr>
        <w:noProof/>
      </w:rPr>
      <w:instrText>2</w:instrText>
    </w:r>
    <w:r>
      <w:fldChar w:fldCharType="end"/>
    </w:r>
    <w:r>
      <w:instrText>"</w:instrText>
    </w:r>
    <w:r w:rsidRPr="00D41A34">
      <w:instrText>renault-trucks.com</w:instrText>
    </w:r>
    <w:r>
      <w:instrText xml:space="preserve">" "" </w:instrText>
    </w:r>
    <w:r w:rsidR="008A74D5">
      <w:fldChar w:fldCharType="separate"/>
    </w:r>
    <w:r w:rsidR="008A74D5"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30D21" w14:textId="77777777" w:rsidR="00AB58CB" w:rsidRPr="00F00D7B" w:rsidRDefault="00AB58CB" w:rsidP="00D41A34">
      <w:pPr>
        <w:rPr>
          <w:sz w:val="14"/>
          <w:szCs w:val="14"/>
        </w:rPr>
      </w:pPr>
    </w:p>
  </w:footnote>
  <w:footnote w:type="continuationSeparator" w:id="0">
    <w:p w14:paraId="7F7D9F6F" w14:textId="77777777" w:rsidR="00AB58CB" w:rsidRDefault="00AB58CB" w:rsidP="00D41A34">
      <w:r>
        <w:continuationSeparator/>
      </w:r>
    </w:p>
  </w:footnote>
  <w:footnote w:type="continuationNotice" w:id="1">
    <w:p w14:paraId="51E7B561" w14:textId="77777777" w:rsidR="00AB58CB" w:rsidRDefault="00AB58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9"/>
  </w:num>
  <w:num w:numId="13" w16cid:durableId="1408378821">
    <w:abstractNumId w:val="20"/>
  </w:num>
  <w:num w:numId="14" w16cid:durableId="433094607">
    <w:abstractNumId w:val="10"/>
  </w:num>
  <w:num w:numId="15" w16cid:durableId="684862667">
    <w:abstractNumId w:val="13"/>
  </w:num>
  <w:num w:numId="16" w16cid:durableId="1897667845">
    <w:abstractNumId w:val="22"/>
  </w:num>
  <w:num w:numId="17" w16cid:durableId="2018189348">
    <w:abstractNumId w:val="16"/>
  </w:num>
  <w:num w:numId="18" w16cid:durableId="1073040695">
    <w:abstractNumId w:val="15"/>
  </w:num>
  <w:num w:numId="19" w16cid:durableId="763384025">
    <w:abstractNumId w:val="21"/>
  </w:num>
  <w:num w:numId="20" w16cid:durableId="747922292">
    <w:abstractNumId w:val="14"/>
  </w:num>
  <w:num w:numId="21" w16cid:durableId="1339238049">
    <w:abstractNumId w:val="18"/>
  </w:num>
  <w:num w:numId="22" w16cid:durableId="1445536271">
    <w:abstractNumId w:val="17"/>
  </w:num>
  <w:num w:numId="23" w16cid:durableId="4327530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0707F"/>
    <w:rsid w:val="00011777"/>
    <w:rsid w:val="00011B7A"/>
    <w:rsid w:val="00011B8E"/>
    <w:rsid w:val="000170A5"/>
    <w:rsid w:val="000178D2"/>
    <w:rsid w:val="000222AD"/>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4659"/>
    <w:rsid w:val="00065655"/>
    <w:rsid w:val="00067DF5"/>
    <w:rsid w:val="00071668"/>
    <w:rsid w:val="000750C7"/>
    <w:rsid w:val="0008047B"/>
    <w:rsid w:val="00080AD2"/>
    <w:rsid w:val="000847FD"/>
    <w:rsid w:val="0008634F"/>
    <w:rsid w:val="00086726"/>
    <w:rsid w:val="00087566"/>
    <w:rsid w:val="00087A47"/>
    <w:rsid w:val="000907AF"/>
    <w:rsid w:val="00090B26"/>
    <w:rsid w:val="000953C9"/>
    <w:rsid w:val="0009693C"/>
    <w:rsid w:val="000973D7"/>
    <w:rsid w:val="000977EC"/>
    <w:rsid w:val="000A0F0A"/>
    <w:rsid w:val="000A2843"/>
    <w:rsid w:val="000A3709"/>
    <w:rsid w:val="000B349C"/>
    <w:rsid w:val="000B3B17"/>
    <w:rsid w:val="000B427D"/>
    <w:rsid w:val="000B50A5"/>
    <w:rsid w:val="000B60D8"/>
    <w:rsid w:val="000B69E3"/>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457A"/>
    <w:rsid w:val="0010545F"/>
    <w:rsid w:val="00105A10"/>
    <w:rsid w:val="00105CE8"/>
    <w:rsid w:val="00106A37"/>
    <w:rsid w:val="00107630"/>
    <w:rsid w:val="00107B69"/>
    <w:rsid w:val="00110417"/>
    <w:rsid w:val="00112E4A"/>
    <w:rsid w:val="0011615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4AB1"/>
    <w:rsid w:val="00160347"/>
    <w:rsid w:val="00160695"/>
    <w:rsid w:val="0016263B"/>
    <w:rsid w:val="00162705"/>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08E"/>
    <w:rsid w:val="0019176B"/>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1CC4"/>
    <w:rsid w:val="001C52BE"/>
    <w:rsid w:val="001C52DA"/>
    <w:rsid w:val="001C60C2"/>
    <w:rsid w:val="001D0C31"/>
    <w:rsid w:val="001D3395"/>
    <w:rsid w:val="001E6522"/>
    <w:rsid w:val="001E7089"/>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2DA2"/>
    <w:rsid w:val="002242E6"/>
    <w:rsid w:val="00224A30"/>
    <w:rsid w:val="00225907"/>
    <w:rsid w:val="00225E89"/>
    <w:rsid w:val="00226812"/>
    <w:rsid w:val="002317CC"/>
    <w:rsid w:val="002363AC"/>
    <w:rsid w:val="00246005"/>
    <w:rsid w:val="00246736"/>
    <w:rsid w:val="002529AD"/>
    <w:rsid w:val="00252AFE"/>
    <w:rsid w:val="00252B15"/>
    <w:rsid w:val="00253784"/>
    <w:rsid w:val="0025561A"/>
    <w:rsid w:val="0026443C"/>
    <w:rsid w:val="002655A0"/>
    <w:rsid w:val="002655EE"/>
    <w:rsid w:val="00267BCD"/>
    <w:rsid w:val="00271E70"/>
    <w:rsid w:val="00274C4F"/>
    <w:rsid w:val="00275431"/>
    <w:rsid w:val="00275B49"/>
    <w:rsid w:val="00276491"/>
    <w:rsid w:val="002836DD"/>
    <w:rsid w:val="00283A08"/>
    <w:rsid w:val="00284F02"/>
    <w:rsid w:val="00286091"/>
    <w:rsid w:val="00286193"/>
    <w:rsid w:val="0029000C"/>
    <w:rsid w:val="0029066F"/>
    <w:rsid w:val="002922A5"/>
    <w:rsid w:val="00293E0C"/>
    <w:rsid w:val="002A2EE7"/>
    <w:rsid w:val="002A3B5B"/>
    <w:rsid w:val="002B2156"/>
    <w:rsid w:val="002B3705"/>
    <w:rsid w:val="002B4633"/>
    <w:rsid w:val="002C0DF3"/>
    <w:rsid w:val="002C3A45"/>
    <w:rsid w:val="002C508D"/>
    <w:rsid w:val="002C5428"/>
    <w:rsid w:val="002C587E"/>
    <w:rsid w:val="002D14B4"/>
    <w:rsid w:val="002D1A3B"/>
    <w:rsid w:val="002D2B35"/>
    <w:rsid w:val="002D2DE5"/>
    <w:rsid w:val="002D43DE"/>
    <w:rsid w:val="002D6F81"/>
    <w:rsid w:val="002D7681"/>
    <w:rsid w:val="002E2325"/>
    <w:rsid w:val="002E602F"/>
    <w:rsid w:val="002F05C4"/>
    <w:rsid w:val="002F1BA7"/>
    <w:rsid w:val="002F2A64"/>
    <w:rsid w:val="002F5DE8"/>
    <w:rsid w:val="002F744A"/>
    <w:rsid w:val="00300175"/>
    <w:rsid w:val="00300C10"/>
    <w:rsid w:val="003042E9"/>
    <w:rsid w:val="00311513"/>
    <w:rsid w:val="0031195B"/>
    <w:rsid w:val="003151F9"/>
    <w:rsid w:val="003152B6"/>
    <w:rsid w:val="0031790C"/>
    <w:rsid w:val="003211CF"/>
    <w:rsid w:val="00322369"/>
    <w:rsid w:val="003227D9"/>
    <w:rsid w:val="00325C15"/>
    <w:rsid w:val="00326451"/>
    <w:rsid w:val="003273F4"/>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D02E6"/>
    <w:rsid w:val="003D1442"/>
    <w:rsid w:val="003D1883"/>
    <w:rsid w:val="003D1C7E"/>
    <w:rsid w:val="003D1FAC"/>
    <w:rsid w:val="003D5486"/>
    <w:rsid w:val="003D735B"/>
    <w:rsid w:val="003D7538"/>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14E5"/>
    <w:rsid w:val="00413EAC"/>
    <w:rsid w:val="00414C94"/>
    <w:rsid w:val="00415825"/>
    <w:rsid w:val="00416BEA"/>
    <w:rsid w:val="004214B5"/>
    <w:rsid w:val="00421E8E"/>
    <w:rsid w:val="00425677"/>
    <w:rsid w:val="004268A2"/>
    <w:rsid w:val="004274B0"/>
    <w:rsid w:val="004276D0"/>
    <w:rsid w:val="004324A8"/>
    <w:rsid w:val="00432DA9"/>
    <w:rsid w:val="004339A2"/>
    <w:rsid w:val="00433EDD"/>
    <w:rsid w:val="0043400B"/>
    <w:rsid w:val="004343C4"/>
    <w:rsid w:val="00436AEE"/>
    <w:rsid w:val="00440115"/>
    <w:rsid w:val="004411EF"/>
    <w:rsid w:val="0044219E"/>
    <w:rsid w:val="0044670C"/>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32EA"/>
    <w:rsid w:val="005749F1"/>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5F5517"/>
    <w:rsid w:val="006022EC"/>
    <w:rsid w:val="0060290F"/>
    <w:rsid w:val="00603969"/>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408D"/>
    <w:rsid w:val="006654B5"/>
    <w:rsid w:val="00671A0E"/>
    <w:rsid w:val="00672D39"/>
    <w:rsid w:val="00673FAF"/>
    <w:rsid w:val="006771B7"/>
    <w:rsid w:val="0068069E"/>
    <w:rsid w:val="00682310"/>
    <w:rsid w:val="00682EB6"/>
    <w:rsid w:val="006839F2"/>
    <w:rsid w:val="00684160"/>
    <w:rsid w:val="00684D9E"/>
    <w:rsid w:val="00684E8C"/>
    <w:rsid w:val="006851AF"/>
    <w:rsid w:val="006857B4"/>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881"/>
    <w:rsid w:val="006C1D51"/>
    <w:rsid w:val="006C2F7C"/>
    <w:rsid w:val="006C372A"/>
    <w:rsid w:val="006C4385"/>
    <w:rsid w:val="006C48A8"/>
    <w:rsid w:val="006C49BC"/>
    <w:rsid w:val="006C72BA"/>
    <w:rsid w:val="006C78C1"/>
    <w:rsid w:val="006D321A"/>
    <w:rsid w:val="006D3F15"/>
    <w:rsid w:val="006E27BF"/>
    <w:rsid w:val="006E369B"/>
    <w:rsid w:val="006E4FEC"/>
    <w:rsid w:val="006F003D"/>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267B"/>
    <w:rsid w:val="00763D5E"/>
    <w:rsid w:val="00764C30"/>
    <w:rsid w:val="00765184"/>
    <w:rsid w:val="00771449"/>
    <w:rsid w:val="00773AE7"/>
    <w:rsid w:val="007755E3"/>
    <w:rsid w:val="00775F47"/>
    <w:rsid w:val="00776EBF"/>
    <w:rsid w:val="0078007C"/>
    <w:rsid w:val="00782E5C"/>
    <w:rsid w:val="00784974"/>
    <w:rsid w:val="007854FF"/>
    <w:rsid w:val="00791BAF"/>
    <w:rsid w:val="00793CD4"/>
    <w:rsid w:val="0079586A"/>
    <w:rsid w:val="00797F40"/>
    <w:rsid w:val="007A316D"/>
    <w:rsid w:val="007A46E2"/>
    <w:rsid w:val="007A492D"/>
    <w:rsid w:val="007A4F1D"/>
    <w:rsid w:val="007A57C4"/>
    <w:rsid w:val="007A6254"/>
    <w:rsid w:val="007A7970"/>
    <w:rsid w:val="007B05F3"/>
    <w:rsid w:val="007B1111"/>
    <w:rsid w:val="007B1670"/>
    <w:rsid w:val="007B188D"/>
    <w:rsid w:val="007B2739"/>
    <w:rsid w:val="007B28D4"/>
    <w:rsid w:val="007B4DAB"/>
    <w:rsid w:val="007B604B"/>
    <w:rsid w:val="007B7B3A"/>
    <w:rsid w:val="007C06C3"/>
    <w:rsid w:val="007C1F9E"/>
    <w:rsid w:val="007C205B"/>
    <w:rsid w:val="007C5B8C"/>
    <w:rsid w:val="007C5C6E"/>
    <w:rsid w:val="007C6926"/>
    <w:rsid w:val="007D0550"/>
    <w:rsid w:val="007D11FE"/>
    <w:rsid w:val="007D1744"/>
    <w:rsid w:val="007D4E46"/>
    <w:rsid w:val="007D5C15"/>
    <w:rsid w:val="007D5C54"/>
    <w:rsid w:val="007D736C"/>
    <w:rsid w:val="007E1257"/>
    <w:rsid w:val="007E1EFA"/>
    <w:rsid w:val="007E2D78"/>
    <w:rsid w:val="007E317D"/>
    <w:rsid w:val="007E3DA0"/>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0009"/>
    <w:rsid w:val="0082484B"/>
    <w:rsid w:val="00827CBD"/>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12C2"/>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4D5"/>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44F"/>
    <w:rsid w:val="008E7BFA"/>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075A"/>
    <w:rsid w:val="00933A2C"/>
    <w:rsid w:val="00935EDE"/>
    <w:rsid w:val="0094312B"/>
    <w:rsid w:val="009436E4"/>
    <w:rsid w:val="009456C2"/>
    <w:rsid w:val="00945D6A"/>
    <w:rsid w:val="00946EA0"/>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0546E"/>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8CB"/>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6ED8"/>
    <w:rsid w:val="00AD7719"/>
    <w:rsid w:val="00AD7BD7"/>
    <w:rsid w:val="00AE1E5B"/>
    <w:rsid w:val="00AE5555"/>
    <w:rsid w:val="00AE7042"/>
    <w:rsid w:val="00AE77BF"/>
    <w:rsid w:val="00AF13D5"/>
    <w:rsid w:val="00AF214C"/>
    <w:rsid w:val="00AF45AB"/>
    <w:rsid w:val="00B009B3"/>
    <w:rsid w:val="00B01379"/>
    <w:rsid w:val="00B027A0"/>
    <w:rsid w:val="00B03458"/>
    <w:rsid w:val="00B052E4"/>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5B1D"/>
    <w:rsid w:val="00B873B9"/>
    <w:rsid w:val="00B8742D"/>
    <w:rsid w:val="00B87B50"/>
    <w:rsid w:val="00B87F5F"/>
    <w:rsid w:val="00B90B8E"/>
    <w:rsid w:val="00B90FD0"/>
    <w:rsid w:val="00B912ED"/>
    <w:rsid w:val="00B92FB1"/>
    <w:rsid w:val="00B934FD"/>
    <w:rsid w:val="00B978B9"/>
    <w:rsid w:val="00BA164B"/>
    <w:rsid w:val="00BA44DE"/>
    <w:rsid w:val="00BA67C8"/>
    <w:rsid w:val="00BA76BD"/>
    <w:rsid w:val="00BA7BF9"/>
    <w:rsid w:val="00BB016A"/>
    <w:rsid w:val="00BB2282"/>
    <w:rsid w:val="00BB2DCC"/>
    <w:rsid w:val="00BB2F74"/>
    <w:rsid w:val="00BB5F9E"/>
    <w:rsid w:val="00BC08D2"/>
    <w:rsid w:val="00BC1DDA"/>
    <w:rsid w:val="00BC27DD"/>
    <w:rsid w:val="00BC29B3"/>
    <w:rsid w:val="00BC3A33"/>
    <w:rsid w:val="00BC64A4"/>
    <w:rsid w:val="00BD2D85"/>
    <w:rsid w:val="00BD546A"/>
    <w:rsid w:val="00BD685D"/>
    <w:rsid w:val="00BD68F1"/>
    <w:rsid w:val="00BD7818"/>
    <w:rsid w:val="00BE179C"/>
    <w:rsid w:val="00BE2CCB"/>
    <w:rsid w:val="00BE3113"/>
    <w:rsid w:val="00BE5C12"/>
    <w:rsid w:val="00BE74C4"/>
    <w:rsid w:val="00BE7E2C"/>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5"/>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872DC"/>
    <w:rsid w:val="00C901D8"/>
    <w:rsid w:val="00C91042"/>
    <w:rsid w:val="00C92ED3"/>
    <w:rsid w:val="00C946E6"/>
    <w:rsid w:val="00C96CC7"/>
    <w:rsid w:val="00CA292A"/>
    <w:rsid w:val="00CA2B55"/>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A8B"/>
    <w:rsid w:val="00CD5356"/>
    <w:rsid w:val="00CD5A8F"/>
    <w:rsid w:val="00CD5DBF"/>
    <w:rsid w:val="00CD6910"/>
    <w:rsid w:val="00CD69F8"/>
    <w:rsid w:val="00CE176A"/>
    <w:rsid w:val="00CE178E"/>
    <w:rsid w:val="00CE4139"/>
    <w:rsid w:val="00CE77F0"/>
    <w:rsid w:val="00CF0CBC"/>
    <w:rsid w:val="00CF260D"/>
    <w:rsid w:val="00CF2B1C"/>
    <w:rsid w:val="00CF3B5E"/>
    <w:rsid w:val="00CF4853"/>
    <w:rsid w:val="00CF505A"/>
    <w:rsid w:val="00CF6F3F"/>
    <w:rsid w:val="00CF79F6"/>
    <w:rsid w:val="00D02C5D"/>
    <w:rsid w:val="00D03CC0"/>
    <w:rsid w:val="00D07D44"/>
    <w:rsid w:val="00D13BDE"/>
    <w:rsid w:val="00D156CE"/>
    <w:rsid w:val="00D1598D"/>
    <w:rsid w:val="00D1617B"/>
    <w:rsid w:val="00D1732B"/>
    <w:rsid w:val="00D174FB"/>
    <w:rsid w:val="00D205CD"/>
    <w:rsid w:val="00D248CC"/>
    <w:rsid w:val="00D2510E"/>
    <w:rsid w:val="00D25F24"/>
    <w:rsid w:val="00D265D9"/>
    <w:rsid w:val="00D37F01"/>
    <w:rsid w:val="00D4070A"/>
    <w:rsid w:val="00D41A34"/>
    <w:rsid w:val="00D44A28"/>
    <w:rsid w:val="00D459B6"/>
    <w:rsid w:val="00D51AA7"/>
    <w:rsid w:val="00D5226F"/>
    <w:rsid w:val="00D54C2A"/>
    <w:rsid w:val="00D55A61"/>
    <w:rsid w:val="00D57225"/>
    <w:rsid w:val="00D57D31"/>
    <w:rsid w:val="00D617EC"/>
    <w:rsid w:val="00D61ED9"/>
    <w:rsid w:val="00D642A9"/>
    <w:rsid w:val="00D643A6"/>
    <w:rsid w:val="00D6464F"/>
    <w:rsid w:val="00D65BA3"/>
    <w:rsid w:val="00D65C68"/>
    <w:rsid w:val="00D6653B"/>
    <w:rsid w:val="00D66B7F"/>
    <w:rsid w:val="00D7018E"/>
    <w:rsid w:val="00D71E58"/>
    <w:rsid w:val="00D726B3"/>
    <w:rsid w:val="00D735B6"/>
    <w:rsid w:val="00D73A5C"/>
    <w:rsid w:val="00D76014"/>
    <w:rsid w:val="00D76298"/>
    <w:rsid w:val="00D8161E"/>
    <w:rsid w:val="00D8161F"/>
    <w:rsid w:val="00D85577"/>
    <w:rsid w:val="00D85EAB"/>
    <w:rsid w:val="00D8687C"/>
    <w:rsid w:val="00D9178C"/>
    <w:rsid w:val="00D94640"/>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0867"/>
    <w:rsid w:val="00DD1A17"/>
    <w:rsid w:val="00DE3594"/>
    <w:rsid w:val="00DE46E9"/>
    <w:rsid w:val="00DE4879"/>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243F"/>
    <w:rsid w:val="00E14BD4"/>
    <w:rsid w:val="00E21003"/>
    <w:rsid w:val="00E22988"/>
    <w:rsid w:val="00E2306C"/>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6E33"/>
    <w:rsid w:val="00E6237C"/>
    <w:rsid w:val="00E64A32"/>
    <w:rsid w:val="00E70BEC"/>
    <w:rsid w:val="00E70CD6"/>
    <w:rsid w:val="00E72137"/>
    <w:rsid w:val="00E740D2"/>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667F"/>
    <w:rsid w:val="00E97594"/>
    <w:rsid w:val="00EA1DA2"/>
    <w:rsid w:val="00EA4FA8"/>
    <w:rsid w:val="00EA596C"/>
    <w:rsid w:val="00EA5E35"/>
    <w:rsid w:val="00EA642A"/>
    <w:rsid w:val="00EB1769"/>
    <w:rsid w:val="00EB641B"/>
    <w:rsid w:val="00EC103E"/>
    <w:rsid w:val="00EC12D4"/>
    <w:rsid w:val="00EC4202"/>
    <w:rsid w:val="00EC53EC"/>
    <w:rsid w:val="00EC5D1A"/>
    <w:rsid w:val="00EC5F81"/>
    <w:rsid w:val="00EC6246"/>
    <w:rsid w:val="00EC7624"/>
    <w:rsid w:val="00ED17C7"/>
    <w:rsid w:val="00ED2149"/>
    <w:rsid w:val="00ED2E90"/>
    <w:rsid w:val="00ED491B"/>
    <w:rsid w:val="00ED51B0"/>
    <w:rsid w:val="00ED7B7B"/>
    <w:rsid w:val="00EE5D08"/>
    <w:rsid w:val="00EF05BA"/>
    <w:rsid w:val="00EF1B8E"/>
    <w:rsid w:val="00EF209B"/>
    <w:rsid w:val="00F00D7B"/>
    <w:rsid w:val="00F0107B"/>
    <w:rsid w:val="00F04613"/>
    <w:rsid w:val="00F04C82"/>
    <w:rsid w:val="00F06582"/>
    <w:rsid w:val="00F078AD"/>
    <w:rsid w:val="00F112FB"/>
    <w:rsid w:val="00F12F7E"/>
    <w:rsid w:val="00F2055B"/>
    <w:rsid w:val="00F21D21"/>
    <w:rsid w:val="00F240A7"/>
    <w:rsid w:val="00F3304C"/>
    <w:rsid w:val="00F33155"/>
    <w:rsid w:val="00F360FE"/>
    <w:rsid w:val="00F37CA2"/>
    <w:rsid w:val="00F4315C"/>
    <w:rsid w:val="00F45A02"/>
    <w:rsid w:val="00F469D5"/>
    <w:rsid w:val="00F46D19"/>
    <w:rsid w:val="00F5284E"/>
    <w:rsid w:val="00F543C1"/>
    <w:rsid w:val="00F54CCE"/>
    <w:rsid w:val="00F54F62"/>
    <w:rsid w:val="00F60321"/>
    <w:rsid w:val="00F630CE"/>
    <w:rsid w:val="00F63273"/>
    <w:rsid w:val="00F70191"/>
    <w:rsid w:val="00F7057F"/>
    <w:rsid w:val="00F70BBD"/>
    <w:rsid w:val="00F7183F"/>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de-DE"/>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de-DE"/>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ourgenbressedestinations.fr/offres/dans-les-coulisses-de-lusine-renault-trucks-bourg-en-bresse-fr-405714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1234</TotalTime>
  <Pages>2</Pages>
  <Words>539</Words>
  <Characters>3077</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116</cp:revision>
  <cp:lastPrinted>2024-04-26T07:05:00Z</cp:lastPrinted>
  <dcterms:created xsi:type="dcterms:W3CDTF">2024-06-24T06:51:00Z</dcterms:created>
  <dcterms:modified xsi:type="dcterms:W3CDTF">2024-10-14T08:42:00Z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